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1E5B6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1E5B6E">
                                  <w:t>HW65_SimplifyingRadicals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8C66E2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Dec 2, 2014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1E5B6E">
                            <w:t>HW65_SimplifyingRadicals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8C66E2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Dec 2, 2014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4A1C66" w:rsidRPr="008C66E2" w:rsidRDefault="004A1C66">
      <w:pPr>
        <w:rPr>
          <w:b/>
        </w:rPr>
      </w:pPr>
      <w:r>
        <w:t xml:space="preserve"> </w:t>
      </w:r>
      <w:r w:rsidR="005D239E" w:rsidRPr="008C66E2">
        <w:rPr>
          <w:b/>
        </w:rPr>
        <w:t>Simplify the following problems. You MUST show all work. Failure to do so will result in a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5D239E" w:rsidTr="005D239E">
        <w:tc>
          <w:tcPr>
            <w:tcW w:w="3596" w:type="dxa"/>
          </w:tcPr>
          <w:p w:rsidR="005D239E" w:rsidRDefault="001D0D44" w:rsidP="005D239E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</m:rad>
            </m:oMath>
            <w:r w:rsidR="005D239E">
              <w:rPr>
                <w:rFonts w:eastAsiaTheme="minorEastAsia"/>
              </w:rPr>
              <w:br/>
            </w:r>
            <w:r w:rsidR="005D239E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5D239E">
              <w:rPr>
                <w:rFonts w:eastAsiaTheme="minorEastAsia"/>
              </w:rPr>
              <w:br/>
            </w:r>
            <w:r w:rsidR="001D6DB6">
              <w:br/>
            </w:r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81</m:t>
                  </m:r>
                </m:e>
              </m:rad>
            </m:oMath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45</m:t>
                  </m:r>
                </m:e>
              </m:rad>
            </m:oMath>
            <w:r w:rsidR="001D6DB6">
              <w:rPr>
                <w:rFonts w:eastAsiaTheme="minorEastAsia"/>
              </w:rPr>
              <w:br/>
            </w:r>
          </w:p>
        </w:tc>
      </w:tr>
      <w:tr w:rsidR="005D239E" w:rsidTr="005D239E">
        <w:tc>
          <w:tcPr>
            <w:tcW w:w="3596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br/>
            </w:r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  <w:tr w:rsidR="005D239E" w:rsidTr="005D239E">
        <w:tc>
          <w:tcPr>
            <w:tcW w:w="3596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br/>
            </w:r>
            <w:r w:rsidR="00B41F0C">
              <w:br/>
            </w:r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49b</m:t>
                  </m:r>
                </m:e>
              </m:rad>
            </m:oMath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  <w:tr w:rsidR="005D239E" w:rsidTr="005D239E">
        <w:tc>
          <w:tcPr>
            <w:tcW w:w="3596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  <w:r w:rsidR="00B41F0C">
              <w:rPr>
                <w:rFonts w:eastAsiaTheme="minorEastAsia"/>
              </w:rPr>
              <w:br/>
            </w:r>
            <w:r w:rsidR="001D6DB6">
              <w:rPr>
                <w:rFonts w:eastAsiaTheme="minorEastAsia"/>
              </w:rPr>
              <w:br/>
            </w:r>
          </w:p>
        </w:tc>
        <w:tc>
          <w:tcPr>
            <w:tcW w:w="3597" w:type="dxa"/>
          </w:tcPr>
          <w:p w:rsidR="005D239E" w:rsidRDefault="001D0D44" w:rsidP="001D6DB6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162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3597" w:type="dxa"/>
          </w:tcPr>
          <w:p w:rsidR="005D239E" w:rsidRDefault="001D0D44" w:rsidP="0017038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</m:oMath>
          </w:p>
        </w:tc>
      </w:tr>
      <w:tr w:rsidR="005D239E" w:rsidTr="005D239E">
        <w:tc>
          <w:tcPr>
            <w:tcW w:w="3596" w:type="dxa"/>
          </w:tcPr>
          <w:p w:rsidR="005D239E" w:rsidRDefault="001D0D44" w:rsidP="008C66E2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  <w:r w:rsidR="001D6DB6">
              <w:br/>
            </w:r>
            <w:r w:rsidR="001D6DB6">
              <w:br/>
            </w:r>
            <w:r w:rsidR="001D6DB6">
              <w:br/>
            </w:r>
            <w:r w:rsidR="001D6DB6">
              <w:br/>
            </w:r>
            <w:r w:rsidR="001D6DB6">
              <w:br/>
            </w:r>
            <w:r w:rsidR="00B41F0C">
              <w:br/>
            </w:r>
            <w:r w:rsidR="00B41F0C">
              <w:br/>
            </w:r>
            <w:r w:rsidR="001D6DB6">
              <w:br/>
            </w:r>
          </w:p>
        </w:tc>
        <w:tc>
          <w:tcPr>
            <w:tcW w:w="3597" w:type="dxa"/>
          </w:tcPr>
          <w:p w:rsidR="005D239E" w:rsidRDefault="001D0D44" w:rsidP="008C66E2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e>
              </m:rad>
            </m:oMath>
          </w:p>
        </w:tc>
        <w:tc>
          <w:tcPr>
            <w:tcW w:w="3597" w:type="dxa"/>
          </w:tcPr>
          <w:p w:rsidR="005D239E" w:rsidRDefault="001D0D44" w:rsidP="008C66E2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90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5D239E" w:rsidTr="005D239E">
        <w:tc>
          <w:tcPr>
            <w:tcW w:w="3596" w:type="dxa"/>
          </w:tcPr>
          <w:p w:rsidR="005D239E" w:rsidRDefault="008C66E2" w:rsidP="008C66E2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81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  <w:r w:rsidR="001D6DB6">
              <w:br/>
            </w:r>
            <w:r w:rsidR="001D6DB6">
              <w:br/>
            </w:r>
            <w:r w:rsidR="001D6DB6">
              <w:br/>
            </w:r>
            <w:r w:rsidR="001D6DB6">
              <w:br/>
            </w:r>
            <w:r w:rsidR="00B41F0C">
              <w:br/>
            </w:r>
            <w:r w:rsidR="00B41F0C">
              <w:br/>
            </w:r>
            <w:r w:rsidR="001D6DB6">
              <w:br/>
            </w:r>
            <w:r w:rsidR="001D6DB6">
              <w:br/>
            </w:r>
          </w:p>
        </w:tc>
        <w:tc>
          <w:tcPr>
            <w:tcW w:w="3597" w:type="dxa"/>
          </w:tcPr>
          <w:p w:rsidR="005D239E" w:rsidRDefault="008C66E2" w:rsidP="008C66E2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15j</m:t>
                  </m:r>
                </m:e>
              </m:rad>
            </m:oMath>
          </w:p>
        </w:tc>
        <w:tc>
          <w:tcPr>
            <w:tcW w:w="3597" w:type="dxa"/>
          </w:tcPr>
          <w:p w:rsidR="005D239E" w:rsidRDefault="008C66E2" w:rsidP="00170388">
            <w:pPr>
              <w:pStyle w:val="ListParagraph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</w:tc>
      </w:tr>
    </w:tbl>
    <w:p w:rsidR="001E5B6E" w:rsidRDefault="001E5B6E" w:rsidP="008C66E2">
      <w:pPr>
        <w:rPr>
          <w:sz w:val="8"/>
        </w:rPr>
      </w:pPr>
    </w:p>
    <w:p w:rsidR="00BD5FAB" w:rsidRPr="008C66E2" w:rsidRDefault="00BD5FAB" w:rsidP="008C66E2">
      <w:pPr>
        <w:rPr>
          <w:sz w:val="8"/>
        </w:rPr>
      </w:pPr>
      <w:r>
        <w:rPr>
          <w:noProof/>
        </w:rPr>
        <w:lastRenderedPageBreak/>
        <w:drawing>
          <wp:inline distT="0" distB="0" distL="0" distR="0" wp14:anchorId="09C0280C" wp14:editId="66482771">
            <wp:extent cx="6553200" cy="58007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5FAB" w:rsidRPr="008C66E2" w:rsidSect="008D1D28">
      <w:footerReference w:type="default" r:id="rId10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D44" w:rsidRDefault="001D0D44" w:rsidP="004A1C66">
      <w:r>
        <w:separator/>
      </w:r>
    </w:p>
  </w:endnote>
  <w:endnote w:type="continuationSeparator" w:id="0">
    <w:p w:rsidR="001D0D44" w:rsidRDefault="001D0D44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D44" w:rsidRDefault="001D0D44" w:rsidP="004A1C66">
      <w:r>
        <w:separator/>
      </w:r>
    </w:p>
  </w:footnote>
  <w:footnote w:type="continuationSeparator" w:id="0">
    <w:p w:rsidR="001D0D44" w:rsidRDefault="001D0D44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61900"/>
    <w:multiLevelType w:val="hybridMultilevel"/>
    <w:tmpl w:val="C0DEB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6E"/>
    <w:rsid w:val="000248E2"/>
    <w:rsid w:val="00170388"/>
    <w:rsid w:val="001B0A83"/>
    <w:rsid w:val="001D0D44"/>
    <w:rsid w:val="001D6DB6"/>
    <w:rsid w:val="001E5B6E"/>
    <w:rsid w:val="00242D79"/>
    <w:rsid w:val="003B785F"/>
    <w:rsid w:val="004A1C66"/>
    <w:rsid w:val="004D05E9"/>
    <w:rsid w:val="005D239E"/>
    <w:rsid w:val="0065474E"/>
    <w:rsid w:val="00674044"/>
    <w:rsid w:val="006F5A5F"/>
    <w:rsid w:val="00846041"/>
    <w:rsid w:val="00863C13"/>
    <w:rsid w:val="008C66E2"/>
    <w:rsid w:val="008D1D28"/>
    <w:rsid w:val="00B41F0C"/>
    <w:rsid w:val="00B53200"/>
    <w:rsid w:val="00BD5FAB"/>
    <w:rsid w:val="00C65E42"/>
    <w:rsid w:val="00CE4705"/>
    <w:rsid w:val="00DD6332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1477B-D7A7-40F8-A952-8E2BBFBC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39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23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42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6</cp:revision>
  <dcterms:created xsi:type="dcterms:W3CDTF">2014-11-28T14:44:00Z</dcterms:created>
  <dcterms:modified xsi:type="dcterms:W3CDTF">2014-11-30T19:58:00Z</dcterms:modified>
</cp:coreProperties>
</file>